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77777777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8721E3E" w14:textId="44FA193E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2022/2023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3801B7EB" w:rsidR="0085747A" w:rsidRPr="00FE755D" w:rsidRDefault="00FE755D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55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3A3188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1E847E59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5BEFDA5F" w:rsidR="00725C93" w:rsidRPr="009C54AE" w:rsidRDefault="007A624C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proofErr w:type="spellStart"/>
      <w:r w:rsidRPr="0095681D">
        <w:rPr>
          <w:rStyle w:val="spellingerror"/>
          <w:rFonts w:ascii="Corbel" w:hAnsi="Corbel"/>
        </w:rPr>
        <w:t>Teams</w:t>
      </w:r>
      <w:proofErr w:type="spellEnd"/>
      <w:r w:rsidRPr="0095681D">
        <w:rPr>
          <w:rStyle w:val="spellingerror"/>
          <w:rFonts w:ascii="Corbel" w:hAnsi="Corbel"/>
        </w:rPr>
        <w:t>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624C" w:rsidRPr="009C54AE" w14:paraId="78692596" w14:textId="77777777" w:rsidTr="072ACFCE">
        <w:tc>
          <w:tcPr>
            <w:tcW w:w="1985" w:type="dxa"/>
          </w:tcPr>
          <w:p w14:paraId="68E073C2" w14:textId="77777777" w:rsidR="007A624C" w:rsidRPr="009C54AE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7A624C" w:rsidRPr="00603281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5E8D34BB" w:rsidR="007A624C" w:rsidRPr="009C54AE" w:rsidRDefault="007A624C" w:rsidP="007A62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0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7A624C" w:rsidRPr="009C54AE" w14:paraId="55AD027E" w14:textId="77777777" w:rsidTr="072ACFCE">
        <w:tc>
          <w:tcPr>
            <w:tcW w:w="1985" w:type="dxa"/>
          </w:tcPr>
          <w:p w14:paraId="74D3DAE8" w14:textId="77777777" w:rsidR="007A624C" w:rsidRPr="009C54AE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7A624C" w:rsidRPr="00603281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530EACB6" w:rsidR="007A624C" w:rsidRPr="009C54AE" w:rsidRDefault="007A624C" w:rsidP="007A62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0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7A624C" w14:paraId="4E872372" w14:textId="77777777" w:rsidTr="072ACFCE">
        <w:tc>
          <w:tcPr>
            <w:tcW w:w="1985" w:type="dxa"/>
          </w:tcPr>
          <w:p w14:paraId="580A8A04" w14:textId="407B836A" w:rsidR="007A624C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7A624C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59C41420" w:rsidR="007A624C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</w:t>
            </w:r>
            <w:bookmarkStart w:id="1" w:name="_GoBack"/>
            <w:bookmarkEnd w:id="1"/>
            <w:r w:rsidRPr="00870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7A624C" w:rsidRPr="009C54AE" w14:paraId="4C72FCA9" w14:textId="77777777" w:rsidTr="072ACFCE">
        <w:tc>
          <w:tcPr>
            <w:tcW w:w="1985" w:type="dxa"/>
          </w:tcPr>
          <w:p w14:paraId="69458053" w14:textId="2D226936" w:rsidR="007A624C" w:rsidRPr="009C54AE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7A624C" w:rsidRPr="00603281" w:rsidRDefault="007A624C" w:rsidP="007A62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1F876C7A" w:rsidR="007A624C" w:rsidRPr="009C54AE" w:rsidRDefault="007A624C" w:rsidP="007A62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0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1EE642E8" w:rsidR="00105276" w:rsidRPr="00AC79B5" w:rsidRDefault="00FE755D" w:rsidP="00CE1692">
            <w:pPr>
              <w:jc w:val="center"/>
            </w:pPr>
            <w:r>
              <w:t>18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5C2FCB4E" w:rsidR="00105276" w:rsidRPr="00AC79B5" w:rsidRDefault="00FE755D" w:rsidP="00CE1692">
            <w:pPr>
              <w:jc w:val="center"/>
            </w:pPr>
            <w:r>
              <w:t>52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proofErr w:type="spellStart"/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Wojnar J., Zmiany w poziomie wykorzystania technologii </w:t>
            </w:r>
            <w:proofErr w:type="spellStart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ICT</w:t>
            </w:r>
            <w:proofErr w:type="spellEnd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3200C" w14:textId="77777777" w:rsidR="008B0939" w:rsidRDefault="008B0939" w:rsidP="00C16ABF">
      <w:pPr>
        <w:spacing w:after="0" w:line="240" w:lineRule="auto"/>
      </w:pPr>
      <w:r>
        <w:separator/>
      </w:r>
    </w:p>
  </w:endnote>
  <w:endnote w:type="continuationSeparator" w:id="0">
    <w:p w14:paraId="5B335429" w14:textId="77777777" w:rsidR="008B0939" w:rsidRDefault="008B09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517B5" w14:textId="77777777" w:rsidR="008B0939" w:rsidRDefault="008B0939" w:rsidP="00C16ABF">
      <w:pPr>
        <w:spacing w:after="0" w:line="240" w:lineRule="auto"/>
      </w:pPr>
      <w:r>
        <w:separator/>
      </w:r>
    </w:p>
  </w:footnote>
  <w:footnote w:type="continuationSeparator" w:id="0">
    <w:p w14:paraId="000283C1" w14:textId="77777777" w:rsidR="008B0939" w:rsidRDefault="008B093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176D0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24C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0939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E755D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CED873-CE76-473B-92FE-29D468F45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039CEA-D354-4122-AA56-1F02BA97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1058</Words>
  <Characters>6354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2020-10-25T21:27:00Z</dcterms:created>
  <dcterms:modified xsi:type="dcterms:W3CDTF">2021-11-02T08:59:00Z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